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F6313" w14:textId="77777777" w:rsidR="00B95EFE" w:rsidRPr="00CA2C2D" w:rsidRDefault="00B95EFE" w:rsidP="00B95EFE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0EC88E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1CBE20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95EFE" w:rsidRPr="00B95EFE">
        <w:rPr>
          <w:rFonts w:ascii="Corbel" w:hAnsi="Corbel"/>
          <w:smallCaps/>
          <w:sz w:val="24"/>
          <w:szCs w:val="24"/>
        </w:rPr>
        <w:t>2020-2023</w:t>
      </w:r>
    </w:p>
    <w:p w14:paraId="4CB69A4E" w14:textId="2C1EBF75" w:rsidR="00445970" w:rsidRPr="00EA4832" w:rsidRDefault="00445970" w:rsidP="00750A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50A53">
        <w:rPr>
          <w:rFonts w:ascii="Corbel" w:hAnsi="Corbel"/>
          <w:sz w:val="20"/>
          <w:szCs w:val="20"/>
        </w:rPr>
        <w:t>ok akademicki</w:t>
      </w:r>
      <w:r w:rsidR="00B95EFE">
        <w:rPr>
          <w:rFonts w:ascii="Corbel" w:hAnsi="Corbel"/>
          <w:sz w:val="20"/>
          <w:szCs w:val="20"/>
        </w:rPr>
        <w:t>:</w:t>
      </w:r>
      <w:r w:rsidR="00750A53">
        <w:rPr>
          <w:rFonts w:ascii="Corbel" w:hAnsi="Corbel"/>
          <w:sz w:val="20"/>
          <w:szCs w:val="20"/>
        </w:rPr>
        <w:t xml:space="preserve"> 202</w:t>
      </w:r>
      <w:r w:rsidR="00B95EFE">
        <w:rPr>
          <w:rFonts w:ascii="Corbel" w:hAnsi="Corbel"/>
          <w:sz w:val="20"/>
          <w:szCs w:val="20"/>
        </w:rPr>
        <w:t>2</w:t>
      </w:r>
      <w:r w:rsidR="00750A53">
        <w:rPr>
          <w:rFonts w:ascii="Corbel" w:hAnsi="Corbel"/>
          <w:sz w:val="20"/>
          <w:szCs w:val="20"/>
        </w:rPr>
        <w:t>/202</w:t>
      </w:r>
      <w:r w:rsidR="00B95EFE">
        <w:rPr>
          <w:rFonts w:ascii="Corbel" w:hAnsi="Corbel"/>
          <w:sz w:val="20"/>
          <w:szCs w:val="20"/>
        </w:rPr>
        <w:t>3</w:t>
      </w:r>
    </w:p>
    <w:p w14:paraId="144A83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44F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43533C" w14:textId="77777777" w:rsidTr="164672DD">
        <w:tc>
          <w:tcPr>
            <w:tcW w:w="2694" w:type="dxa"/>
            <w:vAlign w:val="center"/>
          </w:tcPr>
          <w:p w14:paraId="24F284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CC3CC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przedsiębiorstwa</w:t>
            </w:r>
          </w:p>
        </w:tc>
      </w:tr>
      <w:tr w:rsidR="0085747A" w:rsidRPr="009C54AE" w14:paraId="091F7BA7" w14:textId="77777777" w:rsidTr="164672DD">
        <w:tc>
          <w:tcPr>
            <w:tcW w:w="2694" w:type="dxa"/>
            <w:vAlign w:val="center"/>
          </w:tcPr>
          <w:p w14:paraId="05DD1B9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B95EF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712F8" w14:textId="77777777" w:rsidR="0085747A" w:rsidRPr="009C54AE" w:rsidRDefault="00B95EFE" w:rsidP="00B95E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C-1.3a</w:t>
            </w:r>
          </w:p>
        </w:tc>
      </w:tr>
      <w:tr w:rsidR="0085747A" w:rsidRPr="009C54AE" w14:paraId="35EE47CB" w14:textId="77777777" w:rsidTr="164672DD">
        <w:tc>
          <w:tcPr>
            <w:tcW w:w="2694" w:type="dxa"/>
            <w:vAlign w:val="center"/>
          </w:tcPr>
          <w:p w14:paraId="17D77B0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883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9DEEE7" w14:textId="77777777" w:rsidTr="164672DD">
        <w:tc>
          <w:tcPr>
            <w:tcW w:w="2694" w:type="dxa"/>
            <w:vAlign w:val="center"/>
          </w:tcPr>
          <w:p w14:paraId="11451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C81A19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4D2A65F" w14:textId="77777777" w:rsidTr="164672DD">
        <w:tc>
          <w:tcPr>
            <w:tcW w:w="2694" w:type="dxa"/>
            <w:vAlign w:val="center"/>
          </w:tcPr>
          <w:p w14:paraId="09E2C1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0A91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46FFF66" w14:textId="77777777" w:rsidTr="164672DD">
        <w:tc>
          <w:tcPr>
            <w:tcW w:w="2694" w:type="dxa"/>
            <w:vAlign w:val="center"/>
          </w:tcPr>
          <w:p w14:paraId="504589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B3A28F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E6DE779" w14:textId="77777777" w:rsidTr="164672DD">
        <w:tc>
          <w:tcPr>
            <w:tcW w:w="2694" w:type="dxa"/>
            <w:vAlign w:val="center"/>
          </w:tcPr>
          <w:p w14:paraId="57A5AF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475A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F7EE14" w14:textId="77777777" w:rsidTr="164672DD">
        <w:tc>
          <w:tcPr>
            <w:tcW w:w="2694" w:type="dxa"/>
            <w:vAlign w:val="center"/>
          </w:tcPr>
          <w:p w14:paraId="09560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D9EF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7052618" w14:textId="77777777" w:rsidTr="164672DD">
        <w:tc>
          <w:tcPr>
            <w:tcW w:w="2694" w:type="dxa"/>
            <w:vAlign w:val="center"/>
          </w:tcPr>
          <w:p w14:paraId="7B753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C6F42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F55D145" w14:textId="77777777" w:rsidTr="164672DD">
        <w:tc>
          <w:tcPr>
            <w:tcW w:w="2694" w:type="dxa"/>
            <w:vAlign w:val="center"/>
          </w:tcPr>
          <w:p w14:paraId="4B934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4586E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95A886" w14:textId="77777777" w:rsidTr="164672DD">
        <w:tc>
          <w:tcPr>
            <w:tcW w:w="2694" w:type="dxa"/>
            <w:vAlign w:val="center"/>
          </w:tcPr>
          <w:p w14:paraId="3A4A0D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E63BE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2579BF" w14:textId="77777777" w:rsidTr="164672DD">
        <w:tc>
          <w:tcPr>
            <w:tcW w:w="2694" w:type="dxa"/>
            <w:vAlign w:val="center"/>
          </w:tcPr>
          <w:p w14:paraId="046EE3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9E73" w14:textId="75F51EF2" w:rsidR="0085747A" w:rsidRPr="009C54AE" w:rsidRDefault="02690E06" w:rsidP="3F5BC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F5BCBAD">
              <w:rPr>
                <w:rFonts w:ascii="Corbel" w:hAnsi="Corbel"/>
                <w:b w:val="0"/>
                <w:sz w:val="24"/>
                <w:szCs w:val="24"/>
              </w:rPr>
              <w:t>dr hab. Dariusz Urban, prof. UR</w:t>
            </w:r>
          </w:p>
        </w:tc>
      </w:tr>
      <w:tr w:rsidR="0085747A" w:rsidRPr="009C54AE" w14:paraId="4C42409E" w14:textId="77777777" w:rsidTr="164672DD">
        <w:tc>
          <w:tcPr>
            <w:tcW w:w="2694" w:type="dxa"/>
            <w:vAlign w:val="center"/>
          </w:tcPr>
          <w:p w14:paraId="4CBC5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87EAA9" w14:textId="569A6403" w:rsidR="0085747A" w:rsidRPr="009C54AE" w:rsidRDefault="3949E9CE" w:rsidP="0083648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dr hab. Dariusz Urban, prof. UR</w:t>
            </w:r>
          </w:p>
        </w:tc>
      </w:tr>
    </w:tbl>
    <w:p w14:paraId="24B5C48B" w14:textId="77777777" w:rsidR="00B95EFE" w:rsidRPr="00CA2C2D" w:rsidRDefault="00B95EFE" w:rsidP="00836488">
      <w:pPr>
        <w:pStyle w:val="Podpunkty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41C57C" w14:textId="77777777" w:rsidR="00923D7D" w:rsidRDefault="00923D7D" w:rsidP="008364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220B5" w14:textId="77777777" w:rsidR="0085747A" w:rsidRPr="009C54AE" w:rsidRDefault="0085747A" w:rsidP="008364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5EF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C62BF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9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5135B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DE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8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3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5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A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4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DA04CA" w14:textId="77777777" w:rsidTr="007A711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B0A" w14:textId="77777777" w:rsidR="00015B8F" w:rsidRPr="009C54AE" w:rsidRDefault="00750A53" w:rsidP="007A71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1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5FCA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2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70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C3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E0F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C7866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C55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119C7" w14:textId="77777777" w:rsidR="00836488" w:rsidRPr="00FD7701" w:rsidRDefault="00836488" w:rsidP="008364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0689AF" w14:textId="77777777" w:rsidR="00836488" w:rsidRPr="00FD7701" w:rsidRDefault="00836488" w:rsidP="0083648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AA4F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B44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22FE789">
        <w:rPr>
          <w:rFonts w:ascii="Corbel" w:hAnsi="Corbel"/>
          <w:smallCaps w:val="0"/>
        </w:rPr>
        <w:t>1.3</w:t>
      </w:r>
      <w:r w:rsidR="00B95EFE" w:rsidRPr="022FE789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22FE789">
        <w:rPr>
          <w:rFonts w:ascii="Corbel" w:hAnsi="Corbel"/>
          <w:smallCaps w:val="0"/>
        </w:rPr>
        <w:t>For</w:t>
      </w:r>
      <w:r w:rsidR="00445970" w:rsidRPr="022FE789">
        <w:rPr>
          <w:rFonts w:ascii="Corbel" w:hAnsi="Corbel"/>
          <w:smallCaps w:val="0"/>
        </w:rPr>
        <w:t xml:space="preserve">ma zaliczenia przedmiotu </w:t>
      </w:r>
      <w:r w:rsidRPr="022FE789">
        <w:rPr>
          <w:rFonts w:ascii="Corbel" w:hAnsi="Corbel"/>
          <w:smallCaps w:val="0"/>
        </w:rPr>
        <w:t xml:space="preserve"> (z toku) </w:t>
      </w:r>
      <w:r w:rsidR="00B95EFE" w:rsidRPr="022FE789">
        <w:rPr>
          <w:rFonts w:ascii="Corbel" w:hAnsi="Corbel"/>
          <w:b w:val="0"/>
          <w:smallCaps w:val="0"/>
        </w:rPr>
        <w:t>(egzamin, zaliczenie z oceną, zaliczenie bez oceny)</w:t>
      </w:r>
    </w:p>
    <w:p w14:paraId="59174BCF" w14:textId="64CE14A0" w:rsidR="009C54AE" w:rsidRDefault="030A32FE" w:rsidP="022FE789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22FE789">
        <w:rPr>
          <w:rFonts w:ascii="Corbel" w:hAnsi="Corbel"/>
          <w:b w:val="0"/>
          <w:smallCaps w:val="0"/>
        </w:rPr>
        <w:t>Z</w:t>
      </w:r>
      <w:r w:rsidR="00750A53" w:rsidRPr="022FE789">
        <w:rPr>
          <w:rFonts w:ascii="Corbel" w:hAnsi="Corbel"/>
          <w:b w:val="0"/>
          <w:smallCaps w:val="0"/>
        </w:rPr>
        <w:t>aliczenie z oceną</w:t>
      </w:r>
    </w:p>
    <w:p w14:paraId="6DC43AA9" w14:textId="77777777" w:rsidR="00B95EFE" w:rsidRDefault="00B95E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B4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95EF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78586F5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FC839F8" w14:textId="77777777" w:rsidTr="00745302">
        <w:tc>
          <w:tcPr>
            <w:tcW w:w="9670" w:type="dxa"/>
          </w:tcPr>
          <w:p w14:paraId="58974F40" w14:textId="77777777" w:rsidR="0085747A" w:rsidRPr="009C54AE" w:rsidRDefault="00750A53" w:rsidP="00750A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 kategorii z zakresu finansów i rachunkowości</w:t>
            </w:r>
            <w:r w:rsidR="002334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F64B2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95EF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517A6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63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B95EF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178E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833114" w14:textId="77777777" w:rsidTr="022FE789">
        <w:tc>
          <w:tcPr>
            <w:tcW w:w="851" w:type="dxa"/>
            <w:vAlign w:val="center"/>
          </w:tcPr>
          <w:p w14:paraId="45B2FC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BBDE" w14:textId="604E516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prawidłowościami i funkcjonowaniem gospodarki finansowej 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lastRenderedPageBreak/>
              <w:t>przedsiębiorstwa</w:t>
            </w:r>
          </w:p>
        </w:tc>
      </w:tr>
      <w:tr w:rsidR="0085747A" w:rsidRPr="009C54AE" w14:paraId="4372CB23" w14:textId="77777777" w:rsidTr="022FE789">
        <w:tc>
          <w:tcPr>
            <w:tcW w:w="851" w:type="dxa"/>
            <w:vAlign w:val="center"/>
          </w:tcPr>
          <w:p w14:paraId="3EFEA8CD" w14:textId="77777777" w:rsidR="0085747A" w:rsidRPr="009C54AE" w:rsidRDefault="00750A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4A9EA6D3" w14:textId="1E833DB5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oceny i interpretacji danych finansowych, interpretacji </w:t>
            </w:r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 xml:space="preserve">związków </w:t>
            </w:r>
            <w:proofErr w:type="spellStart"/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>przyczynowo-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t>skutkowych</w:t>
            </w:r>
            <w:proofErr w:type="spellEnd"/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 i wykorzystania ich w zarządzaniu przedsiębiorstwem</w:t>
            </w:r>
          </w:p>
        </w:tc>
      </w:tr>
      <w:tr w:rsidR="0085747A" w:rsidRPr="009C54AE" w14:paraId="20D2F8A3" w14:textId="77777777" w:rsidTr="022FE789">
        <w:tc>
          <w:tcPr>
            <w:tcW w:w="851" w:type="dxa"/>
            <w:vAlign w:val="center"/>
          </w:tcPr>
          <w:p w14:paraId="25E7D9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D1106" w14:textId="4C5B63C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58993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CA73D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95EF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CB54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45FDCE5" w14:textId="77777777" w:rsidTr="022FE789">
        <w:tc>
          <w:tcPr>
            <w:tcW w:w="1701" w:type="dxa"/>
            <w:vAlign w:val="center"/>
          </w:tcPr>
          <w:p w14:paraId="686738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191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995AC" w14:textId="77777777" w:rsidR="0085747A" w:rsidRPr="009C54AE" w:rsidRDefault="0085747A" w:rsidP="00B568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B95EFE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C6B73A" w14:textId="77777777" w:rsidTr="022FE789">
        <w:tc>
          <w:tcPr>
            <w:tcW w:w="1701" w:type="dxa"/>
          </w:tcPr>
          <w:p w14:paraId="4CAA2F3B" w14:textId="77777777" w:rsidR="0085747A" w:rsidRPr="009C54AE" w:rsidRDefault="00B95E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7E2D5CF" w14:textId="55A309FA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 xml:space="preserve">Zna i rozumie wzajemne powiązania pomiędzy zjawiskami finansowymi zachodzącymi w przedsiębiorstwie oraz ocenia konsekwencje podejmowanych decyzji i ich skutki finansowe. </w:t>
            </w:r>
            <w:r w:rsidR="0D5DD3A8" w:rsidRPr="2AD5DA65">
              <w:rPr>
                <w:rFonts w:ascii="Corbel" w:hAnsi="Corbel"/>
                <w:b w:val="0"/>
                <w:smallCaps w:val="0"/>
              </w:rPr>
              <w:t>Identyfikuje czynniki z otoczenia rynkowego determinujące funkcjonowanie przedsiębiorstwa</w:t>
            </w:r>
          </w:p>
        </w:tc>
        <w:tc>
          <w:tcPr>
            <w:tcW w:w="1873" w:type="dxa"/>
          </w:tcPr>
          <w:p w14:paraId="143124D8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K_W01</w:t>
            </w:r>
          </w:p>
          <w:p w14:paraId="3C5F2040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K_W03</w:t>
            </w:r>
          </w:p>
          <w:p w14:paraId="2865106B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K_W05</w:t>
            </w:r>
          </w:p>
          <w:p w14:paraId="7D7C39EA" w14:textId="3578EA83" w:rsidR="0085747A" w:rsidRPr="00945099" w:rsidRDefault="0085747A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59045D1" w14:textId="77777777" w:rsidTr="022FE789">
        <w:tc>
          <w:tcPr>
            <w:tcW w:w="1701" w:type="dxa"/>
          </w:tcPr>
          <w:p w14:paraId="2D87EBA2" w14:textId="0BD8423E" w:rsidR="143332B6" w:rsidRDefault="143332B6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EK_02</w:t>
            </w:r>
          </w:p>
          <w:p w14:paraId="6C155995" w14:textId="3E2B4E1B" w:rsidR="2AD5DA65" w:rsidRDefault="2AD5DA65" w:rsidP="2AD5DA6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AB59660" w14:textId="4B76AB15" w:rsidR="66B2BAD4" w:rsidRDefault="66B2BAD4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Zna przyczyny zmian w zakresie finansowych aspektów funkcjonowania przedsiębiorstwa</w:t>
            </w:r>
            <w:r w:rsidR="5B475182" w:rsidRPr="2AD5DA65">
              <w:rPr>
                <w:rFonts w:ascii="Corbel" w:hAnsi="Corbel"/>
                <w:b w:val="0"/>
                <w:smallCaps w:val="0"/>
              </w:rPr>
              <w:t xml:space="preserve"> jak również rozumie ekonomiczne i instytucjonalne uwarunkowania prowadzenia działalności gospodarczej</w:t>
            </w:r>
          </w:p>
        </w:tc>
        <w:tc>
          <w:tcPr>
            <w:tcW w:w="1873" w:type="dxa"/>
          </w:tcPr>
          <w:p w14:paraId="38354700" w14:textId="77777777" w:rsidR="07AE0A2B" w:rsidRDefault="07AE0A2B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K_W06</w:t>
            </w:r>
          </w:p>
          <w:p w14:paraId="3980CE0E" w14:textId="77777777" w:rsidR="07AE0A2B" w:rsidRDefault="07AE0A2B" w:rsidP="2AD5DA65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2AD5DA65">
              <w:rPr>
                <w:rFonts w:ascii="Corbel" w:hAnsi="Corbel" w:cs="Times New Roman"/>
                <w:color w:val="auto"/>
              </w:rPr>
              <w:t>K_W09</w:t>
            </w:r>
          </w:p>
          <w:p w14:paraId="6BFEAE72" w14:textId="560A5E47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9C54AE" w14:paraId="06D39723" w14:textId="77777777" w:rsidTr="022FE789">
        <w:tc>
          <w:tcPr>
            <w:tcW w:w="1701" w:type="dxa"/>
          </w:tcPr>
          <w:p w14:paraId="5F6FF13A" w14:textId="51092273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</w:t>
            </w:r>
            <w:r w:rsidR="3D6634B8" w:rsidRPr="2AD5DA65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64863102" w14:textId="79D5CB77" w:rsidR="0085747A" w:rsidRPr="009C54AE" w:rsidRDefault="00B56815" w:rsidP="022FE7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Umie pozyskiwać i analizować informacje finansowe ze sprawozdań przedsiębiorstwa w procesie podejmowania decyzji</w:t>
            </w:r>
            <w:r w:rsidR="33D41F88" w:rsidRPr="022FE789">
              <w:rPr>
                <w:rFonts w:ascii="Corbel" w:hAnsi="Corbel"/>
                <w:b w:val="0"/>
                <w:smallCaps w:val="0"/>
              </w:rPr>
              <w:t>, analizuje i prezentuje wyniki badań</w:t>
            </w:r>
          </w:p>
        </w:tc>
        <w:tc>
          <w:tcPr>
            <w:tcW w:w="1873" w:type="dxa"/>
          </w:tcPr>
          <w:p w14:paraId="0B130BFF" w14:textId="77777777" w:rsidR="00B56815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K_U01</w:t>
            </w:r>
          </w:p>
          <w:p w14:paraId="74BFE92F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</w:t>
            </w:r>
            <w:r w:rsidR="00945099" w:rsidRPr="00945099">
              <w:rPr>
                <w:rFonts w:ascii="Corbel" w:hAnsi="Corbel" w:cs="Times New Roman"/>
                <w:color w:val="auto"/>
              </w:rPr>
              <w:t>3</w:t>
            </w:r>
          </w:p>
          <w:p w14:paraId="0E41A13F" w14:textId="0A80B0EA" w:rsidR="00945099" w:rsidRPr="00945099" w:rsidRDefault="00B56815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</w:t>
            </w:r>
            <w:r w:rsidR="00945099" w:rsidRPr="2AD5DA65">
              <w:rPr>
                <w:rFonts w:ascii="Corbel" w:hAnsi="Corbel"/>
                <w:b w:val="0"/>
              </w:rPr>
              <w:t>4</w:t>
            </w:r>
          </w:p>
        </w:tc>
      </w:tr>
      <w:tr w:rsidR="2AD5DA65" w14:paraId="3D98D30E" w14:textId="77777777" w:rsidTr="022FE789">
        <w:tc>
          <w:tcPr>
            <w:tcW w:w="1701" w:type="dxa"/>
          </w:tcPr>
          <w:p w14:paraId="364002A8" w14:textId="7EA49B56" w:rsidR="2AD5DA65" w:rsidRDefault="2AD5DA65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4E0BA544" w14:textId="1D21DA61" w:rsidR="2AD5DA65" w:rsidRDefault="2AD5DA6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Zachowuje krytycyzm i niezależność myślenia w ocenie analizowanych problemów, prawidłowo identyfikuje i rozstrzyga dylematy związane z podejmowaniem decyzji w obszarze finansów przedsiębiorstw</w:t>
            </w:r>
          </w:p>
        </w:tc>
        <w:tc>
          <w:tcPr>
            <w:tcW w:w="1873" w:type="dxa"/>
          </w:tcPr>
          <w:p w14:paraId="12D1A2F5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K_U05</w:t>
            </w:r>
          </w:p>
          <w:p w14:paraId="2D96D797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</w:rPr>
              <w:t>K_U07</w:t>
            </w:r>
          </w:p>
          <w:p w14:paraId="7CBD7386" w14:textId="37F7AA73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1B21153" w14:textId="77777777" w:rsidTr="022FE789">
        <w:tc>
          <w:tcPr>
            <w:tcW w:w="1701" w:type="dxa"/>
          </w:tcPr>
          <w:p w14:paraId="1527D4D8" w14:textId="4728CD89" w:rsidR="32CECDAE" w:rsidRDefault="32CECDAE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EEBDCB2" w14:textId="02BAE8A9" w:rsidR="32CECDAE" w:rsidRDefault="32CECDA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Prezentuje aktywną postawę w zakresie uczestnictwa w przygotowywaniu projektów finansowych w przedsiębiorstwie</w:t>
            </w:r>
          </w:p>
        </w:tc>
        <w:tc>
          <w:tcPr>
            <w:tcW w:w="1873" w:type="dxa"/>
          </w:tcPr>
          <w:p w14:paraId="02372706" w14:textId="77777777" w:rsidR="32CECDAE" w:rsidRDefault="32CECDAE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K_K03</w:t>
            </w:r>
          </w:p>
          <w:p w14:paraId="6BB025CB" w14:textId="23978BFA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5F4C5D8C" w14:textId="77777777" w:rsidR="00945099" w:rsidRPr="009C54AE" w:rsidRDefault="009450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ADAC1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5EFE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AF94DF" w14:textId="77777777" w:rsidR="0085747A" w:rsidRPr="009C54AE" w:rsidRDefault="00B5681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</w:t>
      </w:r>
    </w:p>
    <w:p w14:paraId="2EEEF0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80699AF" w14:textId="77777777" w:rsidTr="00923D7D">
        <w:tc>
          <w:tcPr>
            <w:tcW w:w="9639" w:type="dxa"/>
          </w:tcPr>
          <w:p w14:paraId="1F8A4F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77FC62" w14:textId="77777777" w:rsidTr="00923D7D">
        <w:tc>
          <w:tcPr>
            <w:tcW w:w="9639" w:type="dxa"/>
          </w:tcPr>
          <w:p w14:paraId="504295C1" w14:textId="77777777" w:rsidR="0085747A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6815">
              <w:rPr>
                <w:rFonts w:ascii="Corbel" w:eastAsia="Times New Roman" w:hAnsi="Corbel"/>
                <w:sz w:val="24"/>
                <w:szCs w:val="24"/>
                <w:lang w:eastAsia="pl-PL"/>
              </w:rPr>
              <w:t>Finanse przedsiębiorstw – wprowadzenie. Cel działalności przedsiębiorstw. Zasady gospodarki finansowej przedsiębiorstwa. Majątek i źródła finansowania rozwoju przedsiębiorstwa.</w:t>
            </w:r>
          </w:p>
        </w:tc>
      </w:tr>
      <w:tr w:rsidR="0085747A" w:rsidRPr="009C54AE" w14:paraId="0D31532F" w14:textId="77777777" w:rsidTr="00923D7D">
        <w:tc>
          <w:tcPr>
            <w:tcW w:w="9639" w:type="dxa"/>
          </w:tcPr>
          <w:p w14:paraId="071A0B54" w14:textId="77777777" w:rsidR="0085747A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6815">
              <w:rPr>
                <w:rFonts w:ascii="Corbel" w:hAnsi="Corbel"/>
                <w:sz w:val="24"/>
                <w:szCs w:val="24"/>
              </w:rPr>
              <w:t>Koszt kapitału w finansowaniu przedsięwzięć inwestycyjnych przedsiębiorstw, stopy procentowe; obecna i przyszła wartość kapitału.</w:t>
            </w:r>
          </w:p>
        </w:tc>
      </w:tr>
      <w:tr w:rsidR="00B56815" w:rsidRPr="009C54AE" w14:paraId="1554A370" w14:textId="77777777" w:rsidTr="00923D7D">
        <w:tc>
          <w:tcPr>
            <w:tcW w:w="9639" w:type="dxa"/>
          </w:tcPr>
          <w:p w14:paraId="3850F85C" w14:textId="77777777" w:rsidR="00B56815" w:rsidRPr="00B56815" w:rsidRDefault="00B56815" w:rsidP="00B5681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5B6D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długoterminowego finansowania przedsiębiorstwa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: finansowanie zewnętrzne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i wewnętrzne; opłacalność kredytu i leasingu jako źródeł finansowania działalności gospodarczej.</w:t>
            </w:r>
          </w:p>
        </w:tc>
      </w:tr>
      <w:tr w:rsidR="00B56815" w:rsidRPr="009C54AE" w14:paraId="2E218240" w14:textId="77777777" w:rsidTr="00923D7D">
        <w:tc>
          <w:tcPr>
            <w:tcW w:w="9639" w:type="dxa"/>
          </w:tcPr>
          <w:p w14:paraId="6B0EB423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Kapitał pracujący i jego miejsce w finansowaniu działalności bieżącej przedsiębiorstwa; strategie zarządzania kapitałem obrotowym, cykl konwersji gotówki, zarządzanie płynnością.</w:t>
            </w:r>
          </w:p>
        </w:tc>
      </w:tr>
      <w:tr w:rsidR="00B56815" w:rsidRPr="009C54AE" w14:paraId="37F07DEE" w14:textId="77777777" w:rsidTr="00923D7D">
        <w:tc>
          <w:tcPr>
            <w:tcW w:w="9639" w:type="dxa"/>
          </w:tcPr>
          <w:p w14:paraId="568E9B81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Pr="00020960">
              <w:rPr>
                <w:rFonts w:ascii="Corbel" w:hAnsi="Corbel"/>
                <w:sz w:val="24"/>
                <w:szCs w:val="24"/>
              </w:rPr>
              <w:t>źwigni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020960">
              <w:rPr>
                <w:rFonts w:ascii="Corbel" w:hAnsi="Corbel"/>
                <w:sz w:val="24"/>
                <w:szCs w:val="24"/>
              </w:rPr>
              <w:t xml:space="preserve"> w finansach przedsiębiorstw</w:t>
            </w:r>
            <w:r>
              <w:rPr>
                <w:rFonts w:ascii="Corbel" w:hAnsi="Corbel"/>
                <w:sz w:val="24"/>
                <w:szCs w:val="24"/>
              </w:rPr>
              <w:t>, analiza piramidalna.</w:t>
            </w:r>
          </w:p>
        </w:tc>
      </w:tr>
      <w:tr w:rsidR="00B56815" w:rsidRPr="009C54AE" w14:paraId="669460DF" w14:textId="77777777" w:rsidTr="00923D7D">
        <w:tc>
          <w:tcPr>
            <w:tcW w:w="9639" w:type="dxa"/>
          </w:tcPr>
          <w:p w14:paraId="201BD3AD" w14:textId="77777777" w:rsidR="00B56815" w:rsidRPr="00A25B6D" w:rsidRDefault="00B56815" w:rsidP="00B5681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finansami przedsiębiorstwa.</w:t>
            </w:r>
          </w:p>
        </w:tc>
      </w:tr>
    </w:tbl>
    <w:p w14:paraId="655540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A0E0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0DB4D5D" w14:textId="77777777" w:rsidR="0023347D" w:rsidRDefault="0023347D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833CF4A" w14:textId="77777777" w:rsidR="00B56815" w:rsidRPr="00342F56" w:rsidRDefault="00B56815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 xml:space="preserve">Ćwiczenia: dyskusja moderowana, analiza i interpretacja danych finansowych wybranych przedsiębiorstw oraz tekstów źródłowych,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342F56">
        <w:rPr>
          <w:rFonts w:ascii="Corbel" w:hAnsi="Corbel"/>
          <w:b w:val="0"/>
          <w:smallCaps w:val="0"/>
          <w:szCs w:val="24"/>
        </w:rPr>
        <w:t xml:space="preserve"> i rozwiązywanie zadań</w:t>
      </w:r>
      <w:r>
        <w:rPr>
          <w:rFonts w:ascii="Corbel" w:hAnsi="Corbel"/>
          <w:b w:val="0"/>
          <w:smallCaps w:val="0"/>
          <w:szCs w:val="24"/>
        </w:rPr>
        <w:t>, projekt praktyczny</w:t>
      </w:r>
    </w:p>
    <w:p w14:paraId="4F0464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DF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2C0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6CE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5E3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9C90C13" w14:textId="77777777" w:rsidTr="2AD5DA65">
        <w:tc>
          <w:tcPr>
            <w:tcW w:w="1985" w:type="dxa"/>
            <w:vAlign w:val="center"/>
          </w:tcPr>
          <w:p w14:paraId="6C97AC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C2D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ED59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81C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C2C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56815" w:rsidRPr="009C54AE" w14:paraId="22C78BE9" w14:textId="77777777" w:rsidTr="2AD5DA65">
        <w:tc>
          <w:tcPr>
            <w:tcW w:w="1985" w:type="dxa"/>
            <w:vAlign w:val="center"/>
          </w:tcPr>
          <w:p w14:paraId="50E0F39E" w14:textId="77777777" w:rsidR="00B56815" w:rsidRPr="009C54AE" w:rsidRDefault="00B56815" w:rsidP="00B56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  <w:vAlign w:val="center"/>
          </w:tcPr>
          <w:p w14:paraId="60EECF82" w14:textId="14F6E1BE" w:rsidR="00B56815" w:rsidRDefault="00B95EF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B56815"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26" w:type="dxa"/>
            <w:vAlign w:val="center"/>
          </w:tcPr>
          <w:p w14:paraId="449BA9A2" w14:textId="77777777" w:rsidR="00B56815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8C87ED5" w14:textId="77777777" w:rsidTr="2AD5DA65">
        <w:tc>
          <w:tcPr>
            <w:tcW w:w="1985" w:type="dxa"/>
          </w:tcPr>
          <w:p w14:paraId="5C4F3E3D" w14:textId="77777777" w:rsidR="0085747A" w:rsidRPr="009C54AE" w:rsidRDefault="00B56815" w:rsidP="00B95E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71386C5" w14:textId="26E0AE36" w:rsidR="0085747A" w:rsidRPr="009C54AE" w:rsidRDefault="00B95EF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00B56815"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olokwium</w:t>
            </w:r>
          </w:p>
        </w:tc>
        <w:tc>
          <w:tcPr>
            <w:tcW w:w="2126" w:type="dxa"/>
          </w:tcPr>
          <w:p w14:paraId="732620E2" w14:textId="77777777" w:rsidR="0085747A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20BA10B" w14:textId="77777777" w:rsidTr="2AD5DA65">
        <w:tc>
          <w:tcPr>
            <w:tcW w:w="1985" w:type="dxa"/>
          </w:tcPr>
          <w:p w14:paraId="09AD959C" w14:textId="6A5C32A1" w:rsidR="4D6B5696" w:rsidRDefault="4D6B5696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3F09729C" w14:textId="274C8F14" w:rsidR="51064DE5" w:rsidRDefault="51064DE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68A47D1C" w14:textId="27306D7B" w:rsidR="560B20D3" w:rsidRDefault="560B20D3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5747A" w:rsidRPr="009C54AE" w14:paraId="7C93525D" w14:textId="77777777" w:rsidTr="2AD5DA65">
        <w:tc>
          <w:tcPr>
            <w:tcW w:w="1985" w:type="dxa"/>
          </w:tcPr>
          <w:p w14:paraId="5EB66740" w14:textId="73A9C309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6EF600CC" w:rsidRPr="2AD5DA6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6A3F318" w14:textId="3BAE44EB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projekt </w:t>
            </w:r>
          </w:p>
        </w:tc>
        <w:tc>
          <w:tcPr>
            <w:tcW w:w="2126" w:type="dxa"/>
          </w:tcPr>
          <w:p w14:paraId="2AB1A853" w14:textId="77777777" w:rsidR="0085747A" w:rsidRPr="009C54AE" w:rsidRDefault="00B56815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7DD6BD9" w14:textId="77777777" w:rsidTr="2AD5DA65">
        <w:tc>
          <w:tcPr>
            <w:tcW w:w="1985" w:type="dxa"/>
          </w:tcPr>
          <w:p w14:paraId="4759B775" w14:textId="40688A0C" w:rsidR="7AE857A0" w:rsidRDefault="7AE857A0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0570C37B" w:rsidRPr="2AD5DA6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528" w:type="dxa"/>
          </w:tcPr>
          <w:p w14:paraId="2E82BE62" w14:textId="2683C961" w:rsidR="74F57369" w:rsidRDefault="74F57369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</w:tcPr>
          <w:p w14:paraId="486CB5C3" w14:textId="553E9B58" w:rsidR="01AA12AA" w:rsidRDefault="01AA12AA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3ACBAE4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84D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F6B67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7E503E4" w14:textId="77777777" w:rsidTr="022FE789">
        <w:tc>
          <w:tcPr>
            <w:tcW w:w="9670" w:type="dxa"/>
          </w:tcPr>
          <w:p w14:paraId="38C20FCD" w14:textId="53DDDBB2" w:rsidR="0085747A" w:rsidRPr="009C54AE" w:rsidRDefault="2DCE2CAF" w:rsidP="022FE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Warunkiem zaliczenia przedmiotu jest pozytywna ocena z k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olokwium pisemn</w:t>
            </w:r>
            <w:r w:rsidR="660C7B7C" w:rsidRPr="022FE789">
              <w:rPr>
                <w:rFonts w:ascii="Corbel" w:hAnsi="Corbel"/>
                <w:b w:val="0"/>
                <w:smallCaps w:val="0"/>
              </w:rPr>
              <w:t>ego oraz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przygotowanie projektu. Ocena końcowa składa się w 50% z oceny uzyskanej przez studenta z kolokwium i w 50% z oceny projektu. </w:t>
            </w:r>
            <w:r w:rsidR="61A42306" w:rsidRPr="022FE789">
              <w:rPr>
                <w:rFonts w:ascii="Corbel" w:hAnsi="Corbel"/>
                <w:b w:val="0"/>
                <w:smallCaps w:val="0"/>
              </w:rPr>
              <w:t>Podstawą oceny projektu są kryteria merytoryczne.</w:t>
            </w:r>
            <w:r w:rsidR="389B1085" w:rsidRPr="022FE789">
              <w:rPr>
                <w:rFonts w:ascii="Corbel" w:hAnsi="Corbel"/>
                <w:b w:val="0"/>
                <w:smallCaps w:val="0"/>
              </w:rPr>
              <w:t xml:space="preserve"> Ocena z projektu jest przeliczana zgodnie z punktacją na ocenę końcową</w:t>
            </w:r>
            <w:r w:rsidR="37C18148" w:rsidRPr="022FE789">
              <w:rPr>
                <w:rFonts w:ascii="Corbel" w:hAnsi="Corbel"/>
                <w:b w:val="0"/>
                <w:smallCaps w:val="0"/>
              </w:rPr>
              <w:t xml:space="preserve">. Zaliczenie przedmiotu na oceną dostateczną </w:t>
            </w:r>
            <w:r w:rsidR="61A42306" w:rsidRPr="022FE789">
              <w:rPr>
                <w:rFonts w:ascii="Corbel" w:hAnsi="Corbel"/>
                <w:b w:val="0"/>
                <w:smallCaps w:val="0"/>
              </w:rPr>
              <w:t xml:space="preserve"> 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wymaga zd</w:t>
            </w:r>
            <w:r w:rsidR="00B95EFE" w:rsidRPr="022FE789">
              <w:rPr>
                <w:rFonts w:ascii="Corbel" w:hAnsi="Corbel"/>
                <w:b w:val="0"/>
                <w:smallCaps w:val="0"/>
              </w:rPr>
              <w:t>obycia przez studenta minimum 51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% ogólnej liczby punktów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>, ocen</w:t>
            </w:r>
            <w:r w:rsidR="7038A082" w:rsidRPr="022FE789">
              <w:rPr>
                <w:rFonts w:ascii="Corbel" w:hAnsi="Corbel"/>
                <w:b w:val="0"/>
                <w:smallCaps w:val="0"/>
              </w:rPr>
              <w:t>ę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 xml:space="preserve"> dostateczn</w:t>
            </w:r>
            <w:r w:rsidR="54724823" w:rsidRPr="022FE789">
              <w:rPr>
                <w:rFonts w:ascii="Corbel" w:hAnsi="Corbel"/>
                <w:b w:val="0"/>
                <w:smallCaps w:val="0"/>
              </w:rPr>
              <w:t>ą</w:t>
            </w:r>
            <w:r w:rsidR="413ADAC2" w:rsidRPr="022FE789">
              <w:rPr>
                <w:rFonts w:ascii="Corbel" w:hAnsi="Corbel"/>
                <w:b w:val="0"/>
                <w:smallCaps w:val="0"/>
              </w:rPr>
              <w:t xml:space="preserve"> plus minimum 61%, ocen</w:t>
            </w:r>
            <w:r w:rsidR="0C075677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dobr</w:t>
            </w:r>
            <w:r w:rsidR="1FC25C8B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minimum 71%, ocen</w:t>
            </w:r>
            <w:r w:rsidR="4FF2972D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dobr</w:t>
            </w:r>
            <w:r w:rsidR="7B20D55F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plus minimum 81%, ocen</w:t>
            </w:r>
            <w:r w:rsidR="26D56536" w:rsidRPr="022FE789">
              <w:rPr>
                <w:rFonts w:ascii="Corbel" w:hAnsi="Corbel"/>
                <w:b w:val="0"/>
                <w:smallCaps w:val="0"/>
              </w:rPr>
              <w:t>ę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bardzo dobr</w:t>
            </w:r>
            <w:r w:rsidR="706BD53D" w:rsidRPr="022FE789">
              <w:rPr>
                <w:rFonts w:ascii="Corbel" w:hAnsi="Corbel"/>
                <w:b w:val="0"/>
                <w:smallCaps w:val="0"/>
              </w:rPr>
              <w:t>ą</w:t>
            </w:r>
            <w:r w:rsidR="733A37D4" w:rsidRPr="022FE789">
              <w:rPr>
                <w:rFonts w:ascii="Corbel" w:hAnsi="Corbel"/>
                <w:b w:val="0"/>
                <w:smallCaps w:val="0"/>
              </w:rPr>
              <w:t xml:space="preserve"> minimum 91%.</w:t>
            </w:r>
          </w:p>
        </w:tc>
      </w:tr>
    </w:tbl>
    <w:p w14:paraId="77D302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7ECC3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2E2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869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2C1765F" w14:textId="77777777" w:rsidTr="003E1941">
        <w:tc>
          <w:tcPr>
            <w:tcW w:w="4962" w:type="dxa"/>
            <w:vAlign w:val="center"/>
          </w:tcPr>
          <w:p w14:paraId="45A15C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66546B" w14:textId="227FAE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72F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81E7AE" w14:textId="77777777" w:rsidTr="00923D7D">
        <w:tc>
          <w:tcPr>
            <w:tcW w:w="4962" w:type="dxa"/>
          </w:tcPr>
          <w:p w14:paraId="72E6EA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C902EC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51D53A8" w14:textId="77777777" w:rsidTr="00923D7D">
        <w:tc>
          <w:tcPr>
            <w:tcW w:w="4962" w:type="dxa"/>
          </w:tcPr>
          <w:p w14:paraId="7BA1F7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9326E1" w14:textId="77777777" w:rsidR="00C61DC5" w:rsidRPr="009C54AE" w:rsidRDefault="00B95EFE" w:rsidP="00B95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473086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BFFC6" w14:textId="77777777" w:rsidTr="00923D7D">
        <w:tc>
          <w:tcPr>
            <w:tcW w:w="4962" w:type="dxa"/>
          </w:tcPr>
          <w:p w14:paraId="4104FA27" w14:textId="7418C1BB" w:rsidR="00C61DC5" w:rsidRPr="009C54AE" w:rsidRDefault="00C61DC5" w:rsidP="00836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3648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4133">
              <w:rPr>
                <w:rFonts w:ascii="Corbel" w:hAnsi="Corbel"/>
                <w:sz w:val="24"/>
                <w:szCs w:val="24"/>
              </w:rPr>
              <w:t>(przygotowanie do zajęć, 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FD8ECB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0DB2BB32" w14:textId="77777777" w:rsidTr="00923D7D">
        <w:tc>
          <w:tcPr>
            <w:tcW w:w="4962" w:type="dxa"/>
          </w:tcPr>
          <w:p w14:paraId="7C703C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DB3CA7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49FBC5" w14:textId="77777777" w:rsidTr="00923D7D">
        <w:tc>
          <w:tcPr>
            <w:tcW w:w="4962" w:type="dxa"/>
          </w:tcPr>
          <w:p w14:paraId="1CC42F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63EB63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CA75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3262" w14:textId="77777777" w:rsidR="000766A3" w:rsidRPr="009C54AE" w:rsidRDefault="000766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2E2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2E997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A00452" w14:textId="77777777" w:rsidTr="00472F97">
        <w:trPr>
          <w:trHeight w:val="397"/>
        </w:trPr>
        <w:tc>
          <w:tcPr>
            <w:tcW w:w="2359" w:type="pct"/>
          </w:tcPr>
          <w:p w14:paraId="765E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1206EA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E46848" w14:textId="77777777" w:rsidTr="00472F97">
        <w:trPr>
          <w:trHeight w:val="397"/>
        </w:trPr>
        <w:tc>
          <w:tcPr>
            <w:tcW w:w="2359" w:type="pct"/>
          </w:tcPr>
          <w:p w14:paraId="1ED271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A69EE37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8163C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CB5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2D1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5C9041B" w14:textId="77777777" w:rsidTr="31ED0B00">
        <w:trPr>
          <w:trHeight w:val="397"/>
        </w:trPr>
        <w:tc>
          <w:tcPr>
            <w:tcW w:w="5000" w:type="pct"/>
          </w:tcPr>
          <w:p w14:paraId="067624BF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6C5480" w14:textId="77777777" w:rsidR="000766A3" w:rsidRPr="00B95EFE" w:rsidRDefault="000766A3" w:rsidP="000766A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3FF2BDA4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Szyszko L., Finanse przedsiębiorstwa, PWE, Warszawa 2017.</w:t>
            </w:r>
          </w:p>
          <w:p w14:paraId="5E622241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Krzemińska D., Finanse przedsiębiorstw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Poznań 2012.</w:t>
            </w:r>
          </w:p>
        </w:tc>
      </w:tr>
      <w:tr w:rsidR="0085747A" w:rsidRPr="009C54AE" w14:paraId="4BBEFF2C" w14:textId="77777777" w:rsidTr="31ED0B00">
        <w:trPr>
          <w:trHeight w:val="397"/>
        </w:trPr>
        <w:tc>
          <w:tcPr>
            <w:tcW w:w="5000" w:type="pct"/>
          </w:tcPr>
          <w:p w14:paraId="3BAF809C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5C3CD" w14:textId="77777777" w:rsidR="000766A3" w:rsidRPr="00B95EFE" w:rsidRDefault="000766A3" w:rsidP="00B95E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Dec P., </w:t>
            </w:r>
            <w:proofErr w:type="spellStart"/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Masiukiewicz</w:t>
            </w:r>
            <w:proofErr w:type="spellEnd"/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Finanse przedsiębiorstw w modelach i zadaniach, Wydawnictwo Naukowe PWN, Warszawa 2020.</w:t>
            </w:r>
          </w:p>
          <w:p w14:paraId="0929B784" w14:textId="47C5E726" w:rsidR="000766A3" w:rsidRPr="00B95EFE" w:rsidRDefault="000766A3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Sierpińska M., Jachna T., Metody podejmowania decyzji finansowych, Wydawnictwo Naukowe PWN, Warszawa 2013</w:t>
            </w:r>
            <w:r w:rsidR="0023347D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795753A" w14:textId="6ED77E45" w:rsidR="000766A3" w:rsidRPr="00B95EFE" w:rsidRDefault="668A97A4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Urban D., Socha B., Przejawy </w:t>
            </w:r>
            <w:proofErr w:type="spellStart"/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finansyzacji</w:t>
            </w:r>
            <w:proofErr w:type="spellEnd"/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polskich spółek giełdowych w opinii menedżerów</w:t>
            </w:r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Wyniki badań własnych,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Annales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Univeristatis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Mariae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Curie-Skłodowska,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Sectio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 </w:t>
            </w:r>
            <w:proofErr w:type="spellStart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Oeconomia</w:t>
            </w:r>
            <w:proofErr w:type="spellEnd"/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, 2019, 54(4), s. 141-152.</w:t>
            </w:r>
          </w:p>
        </w:tc>
      </w:tr>
    </w:tbl>
    <w:p w14:paraId="795011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9A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43C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9268A" w14:textId="77777777" w:rsidR="00694D50" w:rsidRDefault="00694D50" w:rsidP="00C16ABF">
      <w:pPr>
        <w:spacing w:after="0" w:line="240" w:lineRule="auto"/>
      </w:pPr>
      <w:r>
        <w:separator/>
      </w:r>
    </w:p>
  </w:endnote>
  <w:endnote w:type="continuationSeparator" w:id="0">
    <w:p w14:paraId="69FDAB12" w14:textId="77777777" w:rsidR="00694D50" w:rsidRDefault="00694D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93E7C" w14:textId="77777777" w:rsidR="00694D50" w:rsidRDefault="00694D50" w:rsidP="00C16ABF">
      <w:pPr>
        <w:spacing w:after="0" w:line="240" w:lineRule="auto"/>
      </w:pPr>
      <w:r>
        <w:separator/>
      </w:r>
    </w:p>
  </w:footnote>
  <w:footnote w:type="continuationSeparator" w:id="0">
    <w:p w14:paraId="3FA4C7D8" w14:textId="77777777" w:rsidR="00694D50" w:rsidRDefault="00694D50" w:rsidP="00C16ABF">
      <w:pPr>
        <w:spacing w:after="0" w:line="240" w:lineRule="auto"/>
      </w:pPr>
      <w:r>
        <w:continuationSeparator/>
      </w:r>
    </w:p>
  </w:footnote>
  <w:footnote w:id="1">
    <w:p w14:paraId="57E94D4E" w14:textId="77777777" w:rsidR="00B95EFE" w:rsidRDefault="00B95EFE" w:rsidP="00B95E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62A8B"/>
    <w:multiLevelType w:val="hybridMultilevel"/>
    <w:tmpl w:val="BEC07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6A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4DE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0336"/>
    <w:rsid w:val="0022477D"/>
    <w:rsid w:val="002278A9"/>
    <w:rsid w:val="0023347D"/>
    <w:rsid w:val="002336F9"/>
    <w:rsid w:val="002348AE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133"/>
    <w:rsid w:val="004362C6"/>
    <w:rsid w:val="00437FA2"/>
    <w:rsid w:val="00445970"/>
    <w:rsid w:val="00461EFC"/>
    <w:rsid w:val="004652C2"/>
    <w:rsid w:val="004706D1"/>
    <w:rsid w:val="00471326"/>
    <w:rsid w:val="00472F97"/>
    <w:rsid w:val="0047598D"/>
    <w:rsid w:val="004840FD"/>
    <w:rsid w:val="00490F7D"/>
    <w:rsid w:val="00491678"/>
    <w:rsid w:val="004968E2"/>
    <w:rsid w:val="004A3EEA"/>
    <w:rsid w:val="004A4D1F"/>
    <w:rsid w:val="004C2B90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B1D"/>
    <w:rsid w:val="006620D9"/>
    <w:rsid w:val="00671958"/>
    <w:rsid w:val="00675843"/>
    <w:rsid w:val="00694D5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9290"/>
    <w:rsid w:val="00750A53"/>
    <w:rsid w:val="00763BF1"/>
    <w:rsid w:val="00766FD4"/>
    <w:rsid w:val="0078168C"/>
    <w:rsid w:val="00787C2A"/>
    <w:rsid w:val="00790E27"/>
    <w:rsid w:val="007A4022"/>
    <w:rsid w:val="007A6E6E"/>
    <w:rsid w:val="007A7111"/>
    <w:rsid w:val="007C3299"/>
    <w:rsid w:val="007C3BCC"/>
    <w:rsid w:val="007C4546"/>
    <w:rsid w:val="007D6E56"/>
    <w:rsid w:val="007F4155"/>
    <w:rsid w:val="0081554D"/>
    <w:rsid w:val="0081707E"/>
    <w:rsid w:val="00827056"/>
    <w:rsid w:val="00836488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09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3C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815"/>
    <w:rsid w:val="00B607DB"/>
    <w:rsid w:val="00B66529"/>
    <w:rsid w:val="00B75946"/>
    <w:rsid w:val="00B8056E"/>
    <w:rsid w:val="00B819C8"/>
    <w:rsid w:val="00B82308"/>
    <w:rsid w:val="00B90885"/>
    <w:rsid w:val="00B95EFE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0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06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A0F"/>
    <w:rsid w:val="00E51E44"/>
    <w:rsid w:val="00E63348"/>
    <w:rsid w:val="00E661B9"/>
    <w:rsid w:val="00E723D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18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A12AA"/>
    <w:rsid w:val="01BDC142"/>
    <w:rsid w:val="022FE789"/>
    <w:rsid w:val="02690E06"/>
    <w:rsid w:val="030A32FE"/>
    <w:rsid w:val="04B6AA98"/>
    <w:rsid w:val="0570C37B"/>
    <w:rsid w:val="07AE0A2B"/>
    <w:rsid w:val="0AAC900A"/>
    <w:rsid w:val="0BA31584"/>
    <w:rsid w:val="0BBAAC06"/>
    <w:rsid w:val="0C075677"/>
    <w:rsid w:val="0D5DD3A8"/>
    <w:rsid w:val="0E134EF4"/>
    <w:rsid w:val="0E50CE74"/>
    <w:rsid w:val="12E206DF"/>
    <w:rsid w:val="131DB07D"/>
    <w:rsid w:val="13ED5FA7"/>
    <w:rsid w:val="143332B6"/>
    <w:rsid w:val="164672DD"/>
    <w:rsid w:val="19BDB60A"/>
    <w:rsid w:val="1E02A87F"/>
    <w:rsid w:val="1FC25C8B"/>
    <w:rsid w:val="22AEDBE0"/>
    <w:rsid w:val="26D56536"/>
    <w:rsid w:val="28D036F9"/>
    <w:rsid w:val="290980AD"/>
    <w:rsid w:val="2AD5DA65"/>
    <w:rsid w:val="2D461F39"/>
    <w:rsid w:val="2DCE2CAF"/>
    <w:rsid w:val="2EF43128"/>
    <w:rsid w:val="2F368DC9"/>
    <w:rsid w:val="30D0CBA2"/>
    <w:rsid w:val="31ED0B00"/>
    <w:rsid w:val="326E2E8B"/>
    <w:rsid w:val="32CECDAE"/>
    <w:rsid w:val="33D41F88"/>
    <w:rsid w:val="362BCBB4"/>
    <w:rsid w:val="37C18148"/>
    <w:rsid w:val="389B1085"/>
    <w:rsid w:val="3949E9CE"/>
    <w:rsid w:val="3B404DC5"/>
    <w:rsid w:val="3D6634B8"/>
    <w:rsid w:val="3E0C3F06"/>
    <w:rsid w:val="3F5BCBAD"/>
    <w:rsid w:val="404D380E"/>
    <w:rsid w:val="413ADAC2"/>
    <w:rsid w:val="4235DA49"/>
    <w:rsid w:val="4465B8FE"/>
    <w:rsid w:val="489E9370"/>
    <w:rsid w:val="49713E13"/>
    <w:rsid w:val="4A42B4A0"/>
    <w:rsid w:val="4AE76700"/>
    <w:rsid w:val="4D6B5696"/>
    <w:rsid w:val="4E027CD8"/>
    <w:rsid w:val="4FF2972D"/>
    <w:rsid w:val="505AE11B"/>
    <w:rsid w:val="51064DE5"/>
    <w:rsid w:val="53FB3FF4"/>
    <w:rsid w:val="54724823"/>
    <w:rsid w:val="560B20D3"/>
    <w:rsid w:val="57191F1E"/>
    <w:rsid w:val="5774ADB9"/>
    <w:rsid w:val="598F4F63"/>
    <w:rsid w:val="59EEAECF"/>
    <w:rsid w:val="5A95B88B"/>
    <w:rsid w:val="5ABEECCF"/>
    <w:rsid w:val="5B475182"/>
    <w:rsid w:val="5E6EFF89"/>
    <w:rsid w:val="5FFE90E7"/>
    <w:rsid w:val="600F9AF7"/>
    <w:rsid w:val="6059EEBB"/>
    <w:rsid w:val="61A42306"/>
    <w:rsid w:val="660C7B7C"/>
    <w:rsid w:val="661C3331"/>
    <w:rsid w:val="668A97A4"/>
    <w:rsid w:val="66B2BAD4"/>
    <w:rsid w:val="6CCF9F9F"/>
    <w:rsid w:val="6DEB6A9D"/>
    <w:rsid w:val="6E3E45C9"/>
    <w:rsid w:val="6EA383F2"/>
    <w:rsid w:val="6EF600CC"/>
    <w:rsid w:val="7038A082"/>
    <w:rsid w:val="706BD53D"/>
    <w:rsid w:val="709C44AF"/>
    <w:rsid w:val="7114C4E5"/>
    <w:rsid w:val="718E740B"/>
    <w:rsid w:val="733A37D4"/>
    <w:rsid w:val="734C9025"/>
    <w:rsid w:val="74E86086"/>
    <w:rsid w:val="74F57369"/>
    <w:rsid w:val="776ADE0C"/>
    <w:rsid w:val="7AE857A0"/>
    <w:rsid w:val="7B20D55F"/>
    <w:rsid w:val="7B791E50"/>
    <w:rsid w:val="7BAF6A1E"/>
    <w:rsid w:val="7C4C95A9"/>
    <w:rsid w:val="7F69A2B0"/>
    <w:rsid w:val="7FE6D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8431"/>
  <w15:docId w15:val="{F8CE00E2-AB63-4B5B-97D9-8A4D77D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64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6488"/>
  </w:style>
  <w:style w:type="character" w:customStyle="1" w:styleId="spellingerror">
    <w:name w:val="spellingerror"/>
    <w:basedOn w:val="Domylnaczcionkaakapitu"/>
    <w:rsid w:val="00836488"/>
  </w:style>
  <w:style w:type="character" w:customStyle="1" w:styleId="eop">
    <w:name w:val="eop"/>
    <w:basedOn w:val="Domylnaczcionkaakapitu"/>
    <w:rsid w:val="0083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8607FC-F225-464C-9F9C-B0F1B1C94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5E2E2D-E031-4822-A0D1-28F4966507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527C47-1C75-4787-9B34-8650BD18C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C15E34-A99A-419C-B17A-2A75524C08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941</Words>
  <Characters>5649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2020-10-23T15:21:00Z</dcterms:created>
  <dcterms:modified xsi:type="dcterms:W3CDTF">2020-12-07T18:38:00Z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